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8C" w:rsidRPr="00122970" w:rsidRDefault="00D9698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9698C" w:rsidRDefault="00D9698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9698C" w:rsidRPr="00371B2B" w:rsidRDefault="00D9698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9698C" w:rsidRPr="00371B2B" w:rsidRDefault="00D9698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9698C" w:rsidRPr="00371B2B" w:rsidRDefault="00D9698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9698C" w:rsidRPr="00371B2B" w:rsidRDefault="00D9698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9698C" w:rsidRDefault="00D9698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Podkarpacka Stacja Pogotowia Ratunkowego w Mielcu</w:t>
      </w:r>
    </w:p>
    <w:p w:rsidR="00D9698C" w:rsidRPr="00371B2B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9698C" w:rsidRDefault="00D9698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9698C" w:rsidRPr="00122970" w:rsidRDefault="00D9698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9698C" w:rsidRPr="00371B2B" w:rsidRDefault="00D9698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9698C" w:rsidRPr="00122970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9698C" w:rsidRPr="00F36C31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9698C" w:rsidRPr="00122970" w:rsidRDefault="00D9698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Żeromskiego 22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D9698C" w:rsidRPr="00F36C31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9698C" w:rsidRPr="00F36C31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9698C" w:rsidRPr="00122970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jozeflatawiec@pogotowie-mielec.pl</w:t>
      </w:r>
    </w:p>
    <w:p w:rsidR="00D9698C" w:rsidRPr="00F36C31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9698C" w:rsidRPr="007D3844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9698C" w:rsidRPr="00122970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773-63-01</w:t>
      </w:r>
    </w:p>
    <w:p w:rsidR="00D9698C" w:rsidRPr="00F36C31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9698C" w:rsidRPr="00122970" w:rsidRDefault="00D9698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9698C" w:rsidRPr="00371B2B" w:rsidRDefault="00D9698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8171945415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9698C" w:rsidRDefault="00D9698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9698C" w:rsidRDefault="00D9698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9698C" w:rsidRPr="00371B2B" w:rsidTr="006A1006">
        <w:tc>
          <w:tcPr>
            <w:tcW w:w="421" w:type="dxa"/>
          </w:tcPr>
          <w:p w:rsidR="00D9698C" w:rsidRPr="006930BA" w:rsidRDefault="00D9698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9698C" w:rsidRPr="00371B2B" w:rsidRDefault="00D9698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9698C" w:rsidRDefault="00D9698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9698C" w:rsidRPr="00371B2B" w:rsidRDefault="00D9698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9698C" w:rsidRPr="00371B2B" w:rsidRDefault="00D9698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698C" w:rsidRDefault="00D9698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698C" w:rsidRPr="00371B2B" w:rsidRDefault="00D9698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9698C" w:rsidRDefault="00D9698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9698C" w:rsidRDefault="00D9698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698C" w:rsidRPr="00371B2B" w:rsidRDefault="00D9698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9C5635" w:rsidRDefault="00D9698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D9698C" w:rsidRPr="009C5635" w:rsidRDefault="00D9698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9C5635" w:rsidTr="006A1006">
        <w:tc>
          <w:tcPr>
            <w:tcW w:w="421" w:type="dxa"/>
          </w:tcPr>
          <w:p w:rsidR="00D9698C" w:rsidRPr="009C5635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9C5635" w:rsidRDefault="00D9698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9698C" w:rsidRPr="009C5635" w:rsidRDefault="00D9698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9C5635" w:rsidTr="006A1006">
        <w:tc>
          <w:tcPr>
            <w:tcW w:w="421" w:type="dxa"/>
          </w:tcPr>
          <w:p w:rsidR="00D9698C" w:rsidRPr="009C5635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9C5635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9698C" w:rsidRPr="009C5635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9C5635" w:rsidTr="006A1006">
        <w:tc>
          <w:tcPr>
            <w:tcW w:w="421" w:type="dxa"/>
          </w:tcPr>
          <w:p w:rsidR="00D9698C" w:rsidRPr="009C5635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9C5635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9698C" w:rsidRPr="009C5635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9C5635" w:rsidTr="006A1006">
        <w:tc>
          <w:tcPr>
            <w:tcW w:w="421" w:type="dxa"/>
          </w:tcPr>
          <w:p w:rsidR="00D9698C" w:rsidRPr="009C5635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9698C" w:rsidRPr="00371B2B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698C" w:rsidRDefault="00D9698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9698C" w:rsidRPr="008611E1" w:rsidRDefault="00D9698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Default="00D9698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9698C" w:rsidRPr="008611E1" w:rsidRDefault="00D9698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698C" w:rsidRPr="00371B2B" w:rsidTr="006A1006">
        <w:tc>
          <w:tcPr>
            <w:tcW w:w="421" w:type="dxa"/>
          </w:tcPr>
          <w:p w:rsidR="00D9698C" w:rsidRPr="00371B2B" w:rsidRDefault="00D9698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698C" w:rsidRPr="00763E28" w:rsidRDefault="00D9698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9698C" w:rsidRPr="00371B2B" w:rsidRDefault="00D9698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9698C" w:rsidRPr="009C5635" w:rsidRDefault="00D9698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9698C" w:rsidRPr="00AD7837" w:rsidTr="00617577">
        <w:trPr>
          <w:trHeight w:val="413"/>
        </w:trPr>
        <w:tc>
          <w:tcPr>
            <w:tcW w:w="534" w:type="dxa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9698C" w:rsidRPr="00AD7837" w:rsidRDefault="00D9698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9698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9698C" w:rsidRPr="00AD7837" w:rsidRDefault="00D9698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9698C" w:rsidRPr="00AD7837" w:rsidRDefault="00D9698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9698C" w:rsidRPr="00A33AEA" w:rsidRDefault="00D9698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9698C" w:rsidRPr="00AD7837" w:rsidTr="00617577">
        <w:trPr>
          <w:trHeight w:val="318"/>
        </w:trPr>
        <w:tc>
          <w:tcPr>
            <w:tcW w:w="53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9698C" w:rsidRPr="00AD7837" w:rsidRDefault="00D9698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9698C" w:rsidRPr="00AD7837" w:rsidRDefault="00D9698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9698C" w:rsidRPr="00AD7837" w:rsidTr="00617577">
        <w:trPr>
          <w:trHeight w:val="962"/>
        </w:trPr>
        <w:tc>
          <w:tcPr>
            <w:tcW w:w="53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9698C" w:rsidRPr="00AD7837" w:rsidRDefault="00D9698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698C" w:rsidRPr="00AD7837" w:rsidRDefault="00D9698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9698C" w:rsidRPr="00AD7837" w:rsidRDefault="00D9698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D9698C" w:rsidRPr="00AD7837" w:rsidTr="00617577">
        <w:trPr>
          <w:trHeight w:val="408"/>
        </w:trPr>
        <w:tc>
          <w:tcPr>
            <w:tcW w:w="534" w:type="dxa"/>
            <w:vAlign w:val="center"/>
          </w:tcPr>
          <w:p w:rsidR="00D9698C" w:rsidRPr="00412B9E" w:rsidRDefault="00D9698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9698C" w:rsidRPr="00412B9E" w:rsidRDefault="00D9698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8018590365500085601678</w:t>
            </w:r>
          </w:p>
        </w:tc>
        <w:tc>
          <w:tcPr>
            <w:tcW w:w="1701" w:type="dxa"/>
            <w:vAlign w:val="center"/>
          </w:tcPr>
          <w:p w:rsidR="00D9698C" w:rsidRDefault="00D9698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Padew Narodowa</w:t>
            </w:r>
          </w:p>
          <w:p w:rsidR="00D9698C" w:rsidRDefault="00D9698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l. Ludwiki Uzar-Krysiakowej 20</w:t>
            </w:r>
          </w:p>
          <w:p w:rsidR="00D9698C" w:rsidRPr="00412B9E" w:rsidRDefault="00D9698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39-340 Padew Narodow</w:t>
            </w:r>
            <w:r w:rsidR="001A7F23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075" w:type="dxa"/>
            <w:vAlign w:val="center"/>
          </w:tcPr>
          <w:p w:rsidR="00D9698C" w:rsidRPr="00412B9E" w:rsidRDefault="00D9698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9698C" w:rsidRPr="00412B9E" w:rsidRDefault="00D9698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9698C" w:rsidRPr="00412B9E" w:rsidRDefault="00D9698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9698C" w:rsidRPr="00412B9E" w:rsidRDefault="00D9698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9698C" w:rsidRPr="00412B9E" w:rsidRDefault="00A00E26" w:rsidP="00A00E2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D9698C" w:rsidRPr="008611E1" w:rsidRDefault="00D9698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9698C" w:rsidRPr="008611E1" w:rsidRDefault="00D9698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D9698C" w:rsidRDefault="00D9698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D9698C" w:rsidRDefault="00D9698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9698C" w:rsidRPr="004760F6" w:rsidTr="002C13B3">
        <w:trPr>
          <w:trHeight w:val="309"/>
        </w:trPr>
        <w:tc>
          <w:tcPr>
            <w:tcW w:w="2694" w:type="dxa"/>
          </w:tcPr>
          <w:p w:rsidR="00D9698C" w:rsidRPr="004760F6" w:rsidRDefault="00D9698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9698C" w:rsidRPr="004760F6" w:rsidRDefault="00D9698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9698C" w:rsidRPr="004760F6" w:rsidRDefault="00D9698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9698C" w:rsidRPr="004760F6" w:rsidTr="002C13B3">
        <w:trPr>
          <w:trHeight w:val="689"/>
        </w:trPr>
        <w:tc>
          <w:tcPr>
            <w:tcW w:w="2694" w:type="dxa"/>
          </w:tcPr>
          <w:p w:rsidR="00D9698C" w:rsidRPr="004760F6" w:rsidRDefault="00D9698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9698C" w:rsidRPr="004760F6" w:rsidRDefault="00D9698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9698C" w:rsidRPr="004760F6" w:rsidRDefault="00D9698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9698C" w:rsidRPr="00B63457" w:rsidRDefault="00D9698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9698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C1" w:rsidRDefault="001453C1">
      <w:r>
        <w:separator/>
      </w:r>
    </w:p>
  </w:endnote>
  <w:endnote w:type="continuationSeparator" w:id="0">
    <w:p w:rsidR="001453C1" w:rsidRDefault="001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C1" w:rsidRDefault="001453C1">
      <w:r>
        <w:separator/>
      </w:r>
    </w:p>
  </w:footnote>
  <w:footnote w:type="continuationSeparator" w:id="0">
    <w:p w:rsidR="001453C1" w:rsidRDefault="001453C1">
      <w:r>
        <w:continuationSeparator/>
      </w:r>
    </w:p>
  </w:footnote>
  <w:footnote w:id="1">
    <w:p w:rsidR="00D9698C" w:rsidRPr="00EF7F64" w:rsidRDefault="00D9698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9698C" w:rsidRPr="00EF7F64" w:rsidRDefault="00D9698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9698C" w:rsidRPr="00EF7F64" w:rsidRDefault="00D9698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9698C" w:rsidRDefault="00D9698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9698C" w:rsidRPr="00822183" w:rsidRDefault="00D9698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9698C" w:rsidRDefault="00D9698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9698C" w:rsidRPr="00D23820" w:rsidRDefault="00D9698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9698C" w:rsidRPr="008611E1" w:rsidRDefault="00D9698C">
      <w:pPr>
        <w:pStyle w:val="Tekstprzypisudolnego"/>
        <w:rPr>
          <w:sz w:val="2"/>
          <w:szCs w:val="2"/>
        </w:rPr>
      </w:pPr>
    </w:p>
  </w:footnote>
  <w:footnote w:id="9">
    <w:p w:rsidR="00D9698C" w:rsidRPr="008611E1" w:rsidRDefault="00D9698C" w:rsidP="00CD0317">
      <w:pPr>
        <w:pStyle w:val="Tekstprzypisudolnego"/>
        <w:rPr>
          <w:sz w:val="2"/>
          <w:szCs w:val="2"/>
        </w:rPr>
      </w:pPr>
    </w:p>
  </w:footnote>
  <w:footnote w:id="10">
    <w:p w:rsidR="00D9698C" w:rsidRPr="008611E1" w:rsidRDefault="00D9698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75" w:rsidRPr="00122970" w:rsidRDefault="00D55C75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A00E26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53C1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A7F23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02BA"/>
    <w:rsid w:val="00642746"/>
    <w:rsid w:val="00642A65"/>
    <w:rsid w:val="0064308F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0E26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9698C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B93498-BA0F-4F99-9A10-19B74131D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1145</Words>
  <Characters>6876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2022-07-03T12:10:00Z</dcterms:created>
  <dcterms:modified xsi:type="dcterms:W3CDTF">2022-08-09T12:20:00Z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